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D65" w:rsidRDefault="00F24D65" w:rsidP="00F66592">
      <w:pPr>
        <w:pStyle w:val="normal0"/>
        <w:rPr>
          <w:rFonts w:ascii="Calibri" w:hAnsi="Calibri" w:cs="Calibri"/>
          <w:sz w:val="22"/>
          <w:szCs w:val="22"/>
        </w:rPr>
      </w:pPr>
    </w:p>
    <w:p w:rsidR="00F24D65" w:rsidRDefault="00F24D65" w:rsidP="001D2BE4">
      <w:pPr>
        <w:pStyle w:val="normal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На основу члана 117. Закона о основама система образовања и васпитања („Службени гласник Републике Србије“, број 88/17) и члана 32. Статута града Врања ( „Службени гласник града Врања, број 3/17-пречишћен текст, 8/17 и 27/17), Скупштина града Врања, на седници одржаној дана </w:t>
      </w:r>
      <w:r>
        <w:rPr>
          <w:rFonts w:ascii="Calibri" w:hAnsi="Calibri" w:cs="Calibri"/>
          <w:sz w:val="22"/>
          <w:szCs w:val="22"/>
          <w:lang w:val="sr-Cyrl-CS"/>
        </w:rPr>
        <w:t>01.03.2018</w:t>
      </w:r>
      <w:r>
        <w:rPr>
          <w:rFonts w:ascii="Calibri" w:hAnsi="Calibri" w:cs="Calibri"/>
          <w:sz w:val="22"/>
          <w:szCs w:val="22"/>
        </w:rPr>
        <w:t xml:space="preserve">. године, донела је </w:t>
      </w:r>
    </w:p>
    <w:p w:rsidR="00F24D65" w:rsidRDefault="00F24D65" w:rsidP="001D2BE4">
      <w:pPr>
        <w:pStyle w:val="normal0"/>
        <w:jc w:val="both"/>
        <w:rPr>
          <w:rFonts w:ascii="Calibri" w:hAnsi="Calibri" w:cs="Calibri"/>
          <w:sz w:val="22"/>
          <w:szCs w:val="22"/>
        </w:rPr>
      </w:pPr>
    </w:p>
    <w:p w:rsidR="00F24D65" w:rsidRPr="00A41E13" w:rsidRDefault="00F24D65" w:rsidP="00A41E13">
      <w:pPr>
        <w:pStyle w:val="normal0"/>
        <w:spacing w:before="0" w:beforeAutospacing="0" w:after="0" w:afterAutospacing="0"/>
        <w:jc w:val="center"/>
        <w:rPr>
          <w:rFonts w:ascii="Calibri" w:hAnsi="Calibri" w:cs="Calibri"/>
          <w:b/>
          <w:bCs/>
          <w:sz w:val="22"/>
          <w:szCs w:val="22"/>
        </w:rPr>
      </w:pPr>
      <w:r w:rsidRPr="00A41E13">
        <w:rPr>
          <w:rFonts w:ascii="Calibri" w:hAnsi="Calibri" w:cs="Calibri"/>
          <w:b/>
          <w:bCs/>
          <w:sz w:val="22"/>
          <w:szCs w:val="22"/>
        </w:rPr>
        <w:t>Р  Е Ш Е Њ Е</w:t>
      </w:r>
    </w:p>
    <w:p w:rsidR="00F24D65" w:rsidRPr="008A5C9C" w:rsidRDefault="00F24D65" w:rsidP="00A41E13">
      <w:pPr>
        <w:pStyle w:val="normal0"/>
        <w:spacing w:before="0" w:beforeAutospacing="0" w:after="0" w:afterAutospacing="0"/>
        <w:jc w:val="center"/>
        <w:rPr>
          <w:rFonts w:ascii="Calibri" w:hAnsi="Calibri" w:cs="Calibri"/>
          <w:b/>
          <w:bCs/>
          <w:sz w:val="22"/>
          <w:szCs w:val="22"/>
        </w:rPr>
      </w:pPr>
      <w:r w:rsidRPr="008A5C9C">
        <w:rPr>
          <w:rFonts w:ascii="Calibri" w:hAnsi="Calibri" w:cs="Calibri"/>
          <w:b/>
          <w:bCs/>
          <w:sz w:val="22"/>
          <w:szCs w:val="22"/>
        </w:rPr>
        <w:t>О РАЗРЕШЕЊУ ЧЛАНОВА ШКОЛСКОГ ОДБОРА</w:t>
      </w:r>
    </w:p>
    <w:p w:rsidR="00F24D65" w:rsidRPr="008A5C9C" w:rsidRDefault="00F24D65" w:rsidP="00A41E13">
      <w:pPr>
        <w:pStyle w:val="normal0"/>
        <w:spacing w:before="0" w:beforeAutospacing="0" w:after="0" w:afterAutospacing="0"/>
        <w:jc w:val="center"/>
        <w:rPr>
          <w:rFonts w:ascii="Calibri" w:hAnsi="Calibri" w:cs="Calibri"/>
          <w:b/>
          <w:bCs/>
          <w:sz w:val="22"/>
          <w:szCs w:val="22"/>
        </w:rPr>
      </w:pPr>
      <w:r w:rsidRPr="008A5C9C">
        <w:rPr>
          <w:rFonts w:ascii="Calibri" w:hAnsi="Calibri" w:cs="Calibri"/>
          <w:b/>
          <w:bCs/>
          <w:sz w:val="22"/>
          <w:szCs w:val="22"/>
        </w:rPr>
        <w:t>СРЕДЊЕ МЕДИЦИНСКЕ ШКОЛЕ У ВРАЊУ „ДР ИЗАБЕЛ ЕМСЛИ ХАТОН“</w:t>
      </w:r>
    </w:p>
    <w:p w:rsidR="00F24D65" w:rsidRPr="006571D1" w:rsidRDefault="00F24D65" w:rsidP="00A41E13">
      <w:pPr>
        <w:pStyle w:val="normal0"/>
        <w:jc w:val="center"/>
        <w:rPr>
          <w:rFonts w:ascii="Calibri" w:hAnsi="Calibri" w:cs="Calibri"/>
          <w:b/>
          <w:bCs/>
          <w:sz w:val="22"/>
          <w:szCs w:val="22"/>
          <w:lang w:val="en-US"/>
        </w:rPr>
      </w:pPr>
      <w:r w:rsidRPr="006571D1">
        <w:rPr>
          <w:rFonts w:ascii="Calibri" w:hAnsi="Calibri" w:cs="Calibri"/>
          <w:b/>
          <w:bCs/>
          <w:sz w:val="22"/>
          <w:szCs w:val="22"/>
          <w:lang w:val="en-US"/>
        </w:rPr>
        <w:t>I</w:t>
      </w:r>
    </w:p>
    <w:p w:rsidR="00F24D65" w:rsidRDefault="00F24D65" w:rsidP="00DF383C">
      <w:pPr>
        <w:pStyle w:val="normal0"/>
        <w:jc w:val="both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</w:rPr>
        <w:t xml:space="preserve">          Разрешава се Стаменковић Срђан, полицијски службеник ПУ Врање, ул. Солунских ратника 28, дужности члана Школског одбора средње Медицинске школе у Врању, представник родитеља, пре истека мандата, због престанка основа по коме је именован.</w:t>
      </w:r>
    </w:p>
    <w:p w:rsidR="00F24D65" w:rsidRPr="006571D1" w:rsidRDefault="00F24D65" w:rsidP="00DF383C">
      <w:pPr>
        <w:pStyle w:val="normal0"/>
        <w:jc w:val="center"/>
        <w:rPr>
          <w:rFonts w:ascii="Calibri" w:hAnsi="Calibri" w:cs="Calibri"/>
          <w:b/>
          <w:bCs/>
          <w:sz w:val="22"/>
          <w:szCs w:val="22"/>
        </w:rPr>
      </w:pPr>
      <w:r w:rsidRPr="006571D1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6571D1">
        <w:rPr>
          <w:rFonts w:ascii="Calibri" w:hAnsi="Calibri" w:cs="Calibri"/>
          <w:b/>
          <w:bCs/>
          <w:sz w:val="22"/>
          <w:szCs w:val="22"/>
          <w:lang w:val="en-US"/>
        </w:rPr>
        <w:t>II</w:t>
      </w:r>
    </w:p>
    <w:p w:rsidR="00F24D65" w:rsidRDefault="00F24D65" w:rsidP="00DF383C">
      <w:pPr>
        <w:pStyle w:val="normal0"/>
        <w:rPr>
          <w:rFonts w:ascii="Calibri" w:hAnsi="Calibri" w:cs="Calibri"/>
          <w:sz w:val="22"/>
          <w:szCs w:val="22"/>
          <w:lang w:val="en-US"/>
        </w:rPr>
      </w:pPr>
      <w:r w:rsidRPr="003E3F5A">
        <w:rPr>
          <w:rFonts w:ascii="Calibri" w:hAnsi="Calibri" w:cs="Calibri"/>
          <w:sz w:val="22"/>
          <w:szCs w:val="22"/>
        </w:rPr>
        <w:t xml:space="preserve">         Разрешава се Илић Љиљана, домаћица из Врања, </w:t>
      </w:r>
      <w:r w:rsidRPr="003E3F5A">
        <w:rPr>
          <w:rFonts w:ascii="Calibri" w:hAnsi="Calibri" w:cs="Calibri"/>
          <w:sz w:val="22"/>
          <w:szCs w:val="22"/>
          <w:lang w:val="sr-Cyrl-CS"/>
        </w:rPr>
        <w:t>ул. Тина Ујевића 3/7,</w:t>
      </w:r>
      <w:r w:rsidRPr="00A36547">
        <w:rPr>
          <w:lang w:val="sr-Cyrl-CS"/>
        </w:rPr>
        <w:t xml:space="preserve">  </w:t>
      </w:r>
      <w:r>
        <w:rPr>
          <w:rFonts w:ascii="Calibri" w:hAnsi="Calibri" w:cs="Calibri"/>
          <w:sz w:val="22"/>
          <w:szCs w:val="22"/>
        </w:rPr>
        <w:t xml:space="preserve">дужности члана Школског одбора средње Медицинске школе у Врању, представник родитеља, пре истека мандата, због престанка основа по коме је именована. </w:t>
      </w:r>
    </w:p>
    <w:p w:rsidR="00F24D65" w:rsidRDefault="00F24D65" w:rsidP="001D2BE4">
      <w:pPr>
        <w:pStyle w:val="normal0"/>
        <w:jc w:val="center"/>
        <w:rPr>
          <w:rFonts w:ascii="Calibri" w:hAnsi="Calibri" w:cs="Calibri"/>
          <w:sz w:val="22"/>
          <w:szCs w:val="22"/>
          <w:lang w:val="en-US"/>
        </w:rPr>
      </w:pPr>
    </w:p>
    <w:p w:rsidR="00F24D65" w:rsidRPr="006571D1" w:rsidRDefault="00F24D65" w:rsidP="001D2BE4">
      <w:pPr>
        <w:pStyle w:val="normal0"/>
        <w:jc w:val="center"/>
        <w:rPr>
          <w:rFonts w:ascii="Calibri" w:hAnsi="Calibri" w:cs="Calibri"/>
          <w:b/>
          <w:bCs/>
          <w:sz w:val="22"/>
          <w:szCs w:val="22"/>
          <w:lang w:val="en-US"/>
        </w:rPr>
      </w:pPr>
      <w:r w:rsidRPr="006571D1">
        <w:rPr>
          <w:rFonts w:ascii="Calibri" w:hAnsi="Calibri" w:cs="Calibri"/>
          <w:b/>
          <w:bCs/>
          <w:sz w:val="22"/>
          <w:szCs w:val="22"/>
          <w:lang w:val="en-US"/>
        </w:rPr>
        <w:t>III</w:t>
      </w:r>
    </w:p>
    <w:p w:rsidR="00F24D65" w:rsidRDefault="00F24D65" w:rsidP="001D2BE4">
      <w:pPr>
        <w:pStyle w:val="normal0"/>
        <w:jc w:val="both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</w:rPr>
        <w:t xml:space="preserve">        Решење је коначно. </w:t>
      </w:r>
    </w:p>
    <w:p w:rsidR="00F24D65" w:rsidRPr="006571D1" w:rsidRDefault="00F24D65" w:rsidP="001D2BE4">
      <w:pPr>
        <w:pStyle w:val="normal0"/>
        <w:jc w:val="both"/>
        <w:rPr>
          <w:rFonts w:ascii="Calibri" w:hAnsi="Calibri" w:cs="Calibri"/>
          <w:b/>
          <w:bCs/>
          <w:sz w:val="22"/>
          <w:szCs w:val="22"/>
          <w:lang w:val="en-US"/>
        </w:rPr>
      </w:pPr>
      <w:r w:rsidRPr="006571D1">
        <w:rPr>
          <w:rFonts w:ascii="Calibri" w:hAnsi="Calibri" w:cs="Calibri"/>
          <w:b/>
          <w:bCs/>
          <w:sz w:val="22"/>
          <w:szCs w:val="22"/>
          <w:lang w:val="en-US"/>
        </w:rPr>
        <w:t xml:space="preserve">                                                                                         IV</w:t>
      </w:r>
    </w:p>
    <w:p w:rsidR="00F24D65" w:rsidRDefault="00F24D65" w:rsidP="001D2BE4">
      <w:r>
        <w:rPr>
          <w:lang w:val="en-US"/>
        </w:rPr>
        <w:t xml:space="preserve">     </w:t>
      </w:r>
      <w:r>
        <w:t xml:space="preserve">  Решење ступа на снагу даном доношења и објавиће се у „Службеном гласнику града Врања“. </w:t>
      </w:r>
    </w:p>
    <w:p w:rsidR="00F24D65" w:rsidRPr="00977085" w:rsidRDefault="00F24D65" w:rsidP="001D2BE4">
      <w:pPr>
        <w:rPr>
          <w:lang w:val="en-US"/>
        </w:rPr>
      </w:pPr>
    </w:p>
    <w:p w:rsidR="00F24D65" w:rsidRPr="00977085" w:rsidRDefault="00F24D65" w:rsidP="005541BE">
      <w:pPr>
        <w:jc w:val="center"/>
        <w:rPr>
          <w:b/>
          <w:bCs/>
        </w:rPr>
      </w:pPr>
      <w:r w:rsidRPr="00977085">
        <w:rPr>
          <w:b/>
          <w:bCs/>
        </w:rPr>
        <w:t>СКУПШТИНА ГРАДА ВРАЊА</w:t>
      </w:r>
    </w:p>
    <w:p w:rsidR="00F24D65" w:rsidRPr="005541BE" w:rsidRDefault="00F24D65" w:rsidP="005541BE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01.03.2018</w:t>
      </w:r>
      <w:r>
        <w:rPr>
          <w:b/>
          <w:bCs/>
        </w:rPr>
        <w:t xml:space="preserve">.године, број: </w:t>
      </w:r>
      <w:r>
        <w:rPr>
          <w:b/>
          <w:bCs/>
          <w:lang w:val="sr-Cyrl-CS"/>
        </w:rPr>
        <w:t>02-38/2018-10</w:t>
      </w:r>
    </w:p>
    <w:p w:rsidR="00F24D65" w:rsidRPr="00977085" w:rsidRDefault="00F24D65" w:rsidP="001D2BE4"/>
    <w:p w:rsidR="00F24D65" w:rsidRPr="00977085" w:rsidRDefault="00F24D65" w:rsidP="001D2BE4">
      <w:pPr>
        <w:spacing w:after="0" w:line="240" w:lineRule="auto"/>
        <w:rPr>
          <w:b/>
          <w:bCs/>
        </w:rPr>
      </w:pPr>
      <w:r w:rsidRPr="00977085">
        <w:rPr>
          <w:b/>
          <w:bCs/>
        </w:rPr>
        <w:t xml:space="preserve">                                                                                                                     ПРЕДСЕДНИК СКУПШТИНЕ</w:t>
      </w:r>
    </w:p>
    <w:p w:rsidR="00F24D65" w:rsidRDefault="00F24D65" w:rsidP="001D2BE4">
      <w:pPr>
        <w:jc w:val="both"/>
        <w:rPr>
          <w:b/>
          <w:bCs/>
          <w:lang w:val="sr-Cyrl-CS"/>
        </w:rPr>
      </w:pPr>
      <w:r w:rsidRPr="00977085">
        <w:rPr>
          <w:b/>
          <w:bCs/>
        </w:rPr>
        <w:t xml:space="preserve">                                                                                                                     Дејан Тричковић, спец.двм</w:t>
      </w:r>
      <w:r>
        <w:rPr>
          <w:b/>
          <w:bCs/>
          <w:lang w:val="sr-Cyrl-CS"/>
        </w:rPr>
        <w:t>,с.р.</w:t>
      </w:r>
    </w:p>
    <w:p w:rsidR="00F24D65" w:rsidRDefault="00F24D65" w:rsidP="001D2BE4">
      <w:pPr>
        <w:jc w:val="both"/>
        <w:rPr>
          <w:b/>
          <w:bCs/>
          <w:lang w:val="sr-Cyrl-CS"/>
        </w:rPr>
      </w:pPr>
    </w:p>
    <w:p w:rsidR="00F24D65" w:rsidRDefault="00F24D65" w:rsidP="001D2BE4">
      <w:pPr>
        <w:jc w:val="both"/>
        <w:rPr>
          <w:lang w:val="sr-Cyrl-CS"/>
        </w:rPr>
      </w:pPr>
      <w:r>
        <w:rPr>
          <w:b/>
          <w:bCs/>
          <w:lang w:val="sr-Cyrl-CS"/>
        </w:rPr>
        <w:t>ТАЧНОСТ ПРЕПИСА ОВЕРАВА:                                                                   СЕКРЕТАР СКУПШТИНЕ</w:t>
      </w:r>
      <w:r w:rsidRPr="00977085">
        <w:t xml:space="preserve"> </w:t>
      </w:r>
    </w:p>
    <w:p w:rsidR="00F24D65" w:rsidRPr="002B4957" w:rsidRDefault="00F24D65" w:rsidP="001D2BE4">
      <w:pPr>
        <w:jc w:val="both"/>
        <w:rPr>
          <w:b/>
          <w:bCs/>
        </w:rPr>
      </w:pPr>
      <w:r>
        <w:rPr>
          <w:lang w:val="sr-Cyrl-CS"/>
        </w:rPr>
        <w:t xml:space="preserve">                                                                                                                             </w:t>
      </w:r>
      <w:r w:rsidRPr="005541BE">
        <w:rPr>
          <w:b/>
          <w:bCs/>
          <w:lang w:val="sr-Cyrl-CS"/>
        </w:rPr>
        <w:t>Марко Тричковић</w:t>
      </w:r>
      <w:r w:rsidRPr="005541BE">
        <w:rPr>
          <w:b/>
          <w:bCs/>
        </w:rPr>
        <w:t xml:space="preserve">    </w:t>
      </w:r>
    </w:p>
    <w:p w:rsidR="00F24D65" w:rsidRDefault="00F24D65" w:rsidP="00C34E00">
      <w:pPr>
        <w:pStyle w:val="normal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На основу члана 115. ст.2 и 3 и чл. 116. ст.2,5,6,9,13 и 15 Закона о основама система образовања и васпитања („Службени гласник Републике Србије“, број 88/17) и члана 32. став 1. тачка 10. Статута града Врања ( „Службени гласник града Врања, број 3/17-пречишћен текст, 8/17 и 27/17), Скупштина града Врања, на седници одржаној дана</w:t>
      </w:r>
      <w:r>
        <w:rPr>
          <w:rFonts w:ascii="Calibri" w:hAnsi="Calibri" w:cs="Calibri"/>
          <w:sz w:val="22"/>
          <w:szCs w:val="22"/>
          <w:lang w:val="sr-Cyrl-CS"/>
        </w:rPr>
        <w:t xml:space="preserve"> 01.03.2018</w:t>
      </w:r>
      <w:r>
        <w:rPr>
          <w:rFonts w:ascii="Calibri" w:hAnsi="Calibri" w:cs="Calibri"/>
          <w:sz w:val="22"/>
          <w:szCs w:val="22"/>
        </w:rPr>
        <w:t xml:space="preserve">. године, донела је </w:t>
      </w:r>
    </w:p>
    <w:p w:rsidR="00F24D65" w:rsidRDefault="00F24D65" w:rsidP="00DA33C0">
      <w:pPr>
        <w:pStyle w:val="normal0"/>
        <w:spacing w:before="0" w:beforeAutospacing="0" w:after="0" w:afterAutospacing="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Р Е Ш Е Њ Е</w:t>
      </w:r>
    </w:p>
    <w:p w:rsidR="00F24D65" w:rsidRDefault="00F24D65" w:rsidP="00DA33C0">
      <w:pPr>
        <w:pStyle w:val="normal0"/>
        <w:spacing w:before="0" w:beforeAutospacing="0" w:after="0" w:afterAutospacing="0"/>
        <w:jc w:val="center"/>
        <w:rPr>
          <w:rFonts w:ascii="Calibri" w:hAnsi="Calibri" w:cs="Calibri"/>
          <w:b/>
          <w:bCs/>
          <w:sz w:val="22"/>
          <w:szCs w:val="22"/>
        </w:rPr>
      </w:pPr>
      <w:r w:rsidRPr="008A5C9C">
        <w:rPr>
          <w:rFonts w:ascii="Calibri" w:hAnsi="Calibri" w:cs="Calibri"/>
          <w:b/>
          <w:bCs/>
          <w:sz w:val="22"/>
          <w:szCs w:val="22"/>
        </w:rPr>
        <w:t xml:space="preserve">О ИЗМЕНИ РЕШЕЊА О ИМЕНОВАЊУ ЧЛАНОВА ШКОЛСКИХ ОДБОРА </w:t>
      </w:r>
    </w:p>
    <w:p w:rsidR="00F24D65" w:rsidRPr="008A5C9C" w:rsidRDefault="00F24D65" w:rsidP="00DA33C0">
      <w:pPr>
        <w:pStyle w:val="normal0"/>
        <w:spacing w:before="0" w:beforeAutospacing="0" w:after="0" w:afterAutospacing="0"/>
        <w:jc w:val="center"/>
        <w:rPr>
          <w:rFonts w:ascii="Calibri" w:hAnsi="Calibri" w:cs="Calibri"/>
          <w:b/>
          <w:bCs/>
          <w:sz w:val="22"/>
          <w:szCs w:val="22"/>
          <w:lang w:val="en-US"/>
        </w:rPr>
      </w:pPr>
      <w:r w:rsidRPr="008A5C9C">
        <w:rPr>
          <w:rFonts w:ascii="Calibri" w:hAnsi="Calibri" w:cs="Calibri"/>
          <w:b/>
          <w:bCs/>
          <w:sz w:val="22"/>
          <w:szCs w:val="22"/>
        </w:rPr>
        <w:t>У СРЕДЊИМ ШКОЛАМА НА ТЕРИТОРИЈИ ГРАДА ВРАЊА</w:t>
      </w:r>
    </w:p>
    <w:p w:rsidR="00F24D65" w:rsidRPr="008A5C9C" w:rsidRDefault="00F24D65" w:rsidP="008A5C9C">
      <w:pPr>
        <w:pStyle w:val="normal0"/>
        <w:jc w:val="center"/>
        <w:rPr>
          <w:rFonts w:ascii="Calibri" w:hAnsi="Calibri" w:cs="Calibri"/>
          <w:b/>
          <w:bCs/>
          <w:sz w:val="22"/>
          <w:szCs w:val="22"/>
          <w:lang w:val="en-US"/>
        </w:rPr>
      </w:pPr>
      <w:r w:rsidRPr="008A5C9C">
        <w:rPr>
          <w:rFonts w:ascii="Calibri" w:hAnsi="Calibri" w:cs="Calibri"/>
          <w:b/>
          <w:bCs/>
          <w:sz w:val="22"/>
          <w:szCs w:val="22"/>
          <w:lang w:val="en-US"/>
        </w:rPr>
        <w:t>I</w:t>
      </w:r>
    </w:p>
    <w:p w:rsidR="00F24D65" w:rsidRDefault="00F24D65" w:rsidP="002A3DDF">
      <w:pPr>
        <w:pStyle w:val="normal0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Решење о именовању чланова школских одбора у средњим школама на територији града Врањ</w:t>
      </w:r>
      <w:r>
        <w:rPr>
          <w:rFonts w:ascii="Calibri" w:hAnsi="Calibri" w:cs="Calibri"/>
          <w:sz w:val="22"/>
          <w:szCs w:val="22"/>
          <w:lang w:val="en-US"/>
        </w:rPr>
        <w:t>a (</w:t>
      </w:r>
      <w:r>
        <w:rPr>
          <w:rFonts w:ascii="Calibri" w:hAnsi="Calibri" w:cs="Calibri"/>
          <w:sz w:val="22"/>
          <w:szCs w:val="22"/>
        </w:rPr>
        <w:t>„Службени</w:t>
      </w:r>
      <w:r>
        <w:rPr>
          <w:rFonts w:ascii="Calibri" w:hAnsi="Calibri" w:cs="Calibri"/>
          <w:sz w:val="22"/>
          <w:szCs w:val="22"/>
          <w:lang w:val="en-US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гласник града Врања“, број 13/14, 25/14,6/15,21/15,20/16,24/16,35/16,38/16,40/16,3/17,13/17 и 23/17), у члану 1, у Одељку: Школски одбор средње „Медицинске школе“ у Врању, у тач.7 и 9  мења се и гласи: </w:t>
      </w:r>
    </w:p>
    <w:p w:rsidR="00F24D65" w:rsidRDefault="00F24D65" w:rsidP="002A3DDF">
      <w:pPr>
        <w:pStyle w:val="normal0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7. Димитријевић Драгослав, медицински техничар из Врања, ул. Др. Копше бр. 3/2, представник родитеља .</w:t>
      </w:r>
    </w:p>
    <w:p w:rsidR="00F24D65" w:rsidRDefault="00F24D65" w:rsidP="002A3DDF">
      <w:pPr>
        <w:pStyle w:val="normal0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9. Мицић Слађан, пољопривредни техничар из Врања, ул. Јована Поповића бр. 10, представник родитеља. </w:t>
      </w:r>
    </w:p>
    <w:p w:rsidR="00F24D65" w:rsidRDefault="00F24D65" w:rsidP="002A3DDF">
      <w:pPr>
        <w:pStyle w:val="normal0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</w:t>
      </w:r>
    </w:p>
    <w:p w:rsidR="00F24D65" w:rsidRPr="008A5C9C" w:rsidRDefault="00F24D65" w:rsidP="002A3DDF">
      <w:pPr>
        <w:pStyle w:val="normal0"/>
        <w:spacing w:before="0" w:beforeAutospacing="0" w:after="0" w:afterAutospacing="0"/>
        <w:jc w:val="center"/>
        <w:rPr>
          <w:rFonts w:ascii="Calibri" w:hAnsi="Calibri" w:cs="Calibri"/>
          <w:b/>
          <w:bCs/>
          <w:sz w:val="22"/>
          <w:szCs w:val="22"/>
          <w:lang w:val="en-US"/>
        </w:rPr>
      </w:pPr>
      <w:r w:rsidRPr="008A5C9C">
        <w:rPr>
          <w:rFonts w:ascii="Calibri" w:hAnsi="Calibri" w:cs="Calibri"/>
          <w:b/>
          <w:bCs/>
          <w:sz w:val="22"/>
          <w:szCs w:val="22"/>
          <w:lang w:val="en-US"/>
        </w:rPr>
        <w:t>II</w:t>
      </w:r>
    </w:p>
    <w:p w:rsidR="00F24D65" w:rsidRDefault="00F24D65" w:rsidP="002A3DDF">
      <w:pPr>
        <w:pStyle w:val="normal0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</w:rPr>
        <w:t xml:space="preserve">         Мандат новоименованих чланова траје до истека мандата чланова школских одбора у средњим школама на територији града Врања, који су именовани Решењем Скупштине града Врања, број: 02-193/14-13 од 13.06.2014.године („Службени гласник града Врања“, број 13/14).</w:t>
      </w:r>
    </w:p>
    <w:p w:rsidR="00F24D65" w:rsidRDefault="00F24D65" w:rsidP="002A3DDF">
      <w:pPr>
        <w:pStyle w:val="normal0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</w:p>
    <w:p w:rsidR="00F24D65" w:rsidRPr="008A5C9C" w:rsidRDefault="00F24D65" w:rsidP="002A3DDF">
      <w:pPr>
        <w:pStyle w:val="normal0"/>
        <w:spacing w:before="0" w:beforeAutospacing="0" w:after="0" w:afterAutospacing="0"/>
        <w:jc w:val="center"/>
        <w:rPr>
          <w:rFonts w:ascii="Calibri" w:hAnsi="Calibri" w:cs="Calibri"/>
          <w:b/>
          <w:bCs/>
          <w:sz w:val="22"/>
          <w:szCs w:val="22"/>
          <w:lang w:val="en-US"/>
        </w:rPr>
      </w:pPr>
      <w:r w:rsidRPr="008A5C9C">
        <w:rPr>
          <w:rFonts w:ascii="Calibri" w:hAnsi="Calibri" w:cs="Calibri"/>
          <w:b/>
          <w:bCs/>
          <w:sz w:val="22"/>
          <w:szCs w:val="22"/>
          <w:lang w:val="en-US"/>
        </w:rPr>
        <w:t>III</w:t>
      </w:r>
    </w:p>
    <w:p w:rsidR="00F24D65" w:rsidRDefault="00F24D65" w:rsidP="002A3DDF">
      <w:pPr>
        <w:pStyle w:val="normal0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</w:rPr>
        <w:t xml:space="preserve">         Решење је коначно. </w:t>
      </w:r>
    </w:p>
    <w:p w:rsidR="00F24D65" w:rsidRPr="002A3DDF" w:rsidRDefault="00F24D65" w:rsidP="002A3DDF">
      <w:pPr>
        <w:pStyle w:val="normal0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  <w:lang w:val="en-US"/>
        </w:rPr>
      </w:pPr>
    </w:p>
    <w:p w:rsidR="00F24D65" w:rsidRPr="008A5C9C" w:rsidRDefault="00F24D65" w:rsidP="002A3DDF">
      <w:pPr>
        <w:pStyle w:val="normal0"/>
        <w:spacing w:before="0" w:beforeAutospacing="0" w:after="0" w:afterAutospacing="0"/>
        <w:jc w:val="center"/>
        <w:rPr>
          <w:rFonts w:ascii="Calibri" w:hAnsi="Calibri" w:cs="Calibri"/>
          <w:b/>
          <w:bCs/>
          <w:sz w:val="22"/>
          <w:szCs w:val="22"/>
          <w:lang w:val="en-US"/>
        </w:rPr>
      </w:pPr>
      <w:r w:rsidRPr="008A5C9C">
        <w:rPr>
          <w:rFonts w:ascii="Calibri" w:hAnsi="Calibri" w:cs="Calibri"/>
          <w:b/>
          <w:bCs/>
          <w:sz w:val="22"/>
          <w:szCs w:val="22"/>
          <w:lang w:val="en-US"/>
        </w:rPr>
        <w:t>IV</w:t>
      </w:r>
    </w:p>
    <w:p w:rsidR="00F24D65" w:rsidRDefault="00F24D65" w:rsidP="002A3DDF">
      <w:pPr>
        <w:rPr>
          <w:lang w:val="sr-Cyrl-CS"/>
        </w:rPr>
      </w:pPr>
      <w:r>
        <w:t xml:space="preserve">         Решење ступа на снагу даном доношења и објавиће се у „Службеном гласнику града Врања“</w:t>
      </w:r>
      <w:r>
        <w:rPr>
          <w:lang w:val="sr-Cyrl-CS"/>
        </w:rPr>
        <w:t>.</w:t>
      </w:r>
    </w:p>
    <w:p w:rsidR="00F24D65" w:rsidRPr="00B05673" w:rsidRDefault="00F24D65" w:rsidP="002A3DDF">
      <w:pPr>
        <w:rPr>
          <w:lang w:val="sr-Cyrl-CS"/>
        </w:rPr>
      </w:pPr>
    </w:p>
    <w:p w:rsidR="00F24D65" w:rsidRPr="00977085" w:rsidRDefault="00F24D65" w:rsidP="002A3DDF">
      <w:pPr>
        <w:rPr>
          <w:b/>
          <w:bCs/>
        </w:rPr>
      </w:pPr>
      <w:r w:rsidRPr="00977085">
        <w:t xml:space="preserve">                                                 </w:t>
      </w:r>
      <w:r>
        <w:t xml:space="preserve">             </w:t>
      </w:r>
      <w:r w:rsidRPr="00977085">
        <w:rPr>
          <w:b/>
          <w:bCs/>
        </w:rPr>
        <w:t>СКУПШТИНА ГРАДА ВРАЊА</w:t>
      </w:r>
    </w:p>
    <w:p w:rsidR="00F24D65" w:rsidRPr="008838E6" w:rsidRDefault="00F24D65" w:rsidP="002A3DDF">
      <w:pPr>
        <w:rPr>
          <w:b/>
          <w:bCs/>
          <w:lang w:val="sr-Cyrl-CS"/>
        </w:rPr>
      </w:pPr>
      <w:r w:rsidRPr="00977085">
        <w:rPr>
          <w:b/>
          <w:bCs/>
        </w:rPr>
        <w:t xml:space="preserve">                               </w:t>
      </w:r>
      <w:r>
        <w:rPr>
          <w:b/>
          <w:bCs/>
        </w:rPr>
        <w:t xml:space="preserve">           </w:t>
      </w:r>
      <w:r>
        <w:rPr>
          <w:b/>
          <w:bCs/>
          <w:lang w:val="sr-Cyrl-CS"/>
        </w:rPr>
        <w:t xml:space="preserve">          01.03.2018</w:t>
      </w:r>
      <w:r>
        <w:rPr>
          <w:b/>
          <w:bCs/>
        </w:rPr>
        <w:t>.године, број:</w:t>
      </w:r>
      <w:r>
        <w:rPr>
          <w:b/>
          <w:bCs/>
          <w:lang w:val="sr-Cyrl-CS"/>
        </w:rPr>
        <w:t xml:space="preserve"> 02-39/2018-10</w:t>
      </w:r>
    </w:p>
    <w:p w:rsidR="00F24D65" w:rsidRPr="00977085" w:rsidRDefault="00F24D65" w:rsidP="002A3DDF"/>
    <w:p w:rsidR="00F24D65" w:rsidRPr="00977085" w:rsidRDefault="00F24D65" w:rsidP="002A3DDF">
      <w:pPr>
        <w:spacing w:after="0" w:line="240" w:lineRule="auto"/>
        <w:rPr>
          <w:b/>
          <w:bCs/>
        </w:rPr>
      </w:pPr>
      <w:r w:rsidRPr="00977085">
        <w:rPr>
          <w:b/>
          <w:bCs/>
        </w:rPr>
        <w:t xml:space="preserve">                                                                                                                     ПРЕДСЕДНИК СКУПШТИНЕ</w:t>
      </w:r>
    </w:p>
    <w:p w:rsidR="00F24D65" w:rsidRDefault="00F24D65" w:rsidP="002A3DDF">
      <w:pPr>
        <w:jc w:val="both"/>
        <w:rPr>
          <w:b/>
          <w:bCs/>
          <w:lang w:val="sr-Cyrl-CS"/>
        </w:rPr>
      </w:pPr>
      <w:r w:rsidRPr="00977085">
        <w:rPr>
          <w:b/>
          <w:bCs/>
        </w:rPr>
        <w:t xml:space="preserve">                                                                                                                     Дејан Тричковић, спец.двм</w:t>
      </w:r>
      <w:r>
        <w:rPr>
          <w:b/>
          <w:bCs/>
          <w:lang w:val="sr-Cyrl-CS"/>
        </w:rPr>
        <w:t>,с.р.</w:t>
      </w:r>
    </w:p>
    <w:p w:rsidR="00F24D65" w:rsidRDefault="00F24D65" w:rsidP="002A3DDF">
      <w:pPr>
        <w:jc w:val="both"/>
        <w:rPr>
          <w:b/>
          <w:bCs/>
          <w:lang w:val="sr-Cyrl-CS"/>
        </w:rPr>
      </w:pPr>
    </w:p>
    <w:p w:rsidR="00F24D65" w:rsidRDefault="00F24D65" w:rsidP="002A3DDF">
      <w:pPr>
        <w:jc w:val="both"/>
        <w:rPr>
          <w:b/>
          <w:bCs/>
          <w:lang w:val="sr-Cyrl-CS"/>
        </w:rPr>
      </w:pPr>
      <w:r>
        <w:rPr>
          <w:b/>
          <w:bCs/>
          <w:lang w:val="sr-Cyrl-CS"/>
        </w:rPr>
        <w:t>ТАЧНОСТ ПРЕПИСА ОВЕРАВА:                                                                   СЕКРЕТАР СКУПШТИНЕ</w:t>
      </w:r>
    </w:p>
    <w:p w:rsidR="00F24D65" w:rsidRPr="002B4957" w:rsidRDefault="00F24D65" w:rsidP="002B4957">
      <w:pPr>
        <w:jc w:val="both"/>
        <w:rPr>
          <w:b/>
          <w:bCs/>
          <w:lang/>
        </w:rPr>
      </w:pPr>
      <w:r>
        <w:rPr>
          <w:lang w:val="sr-Cyrl-CS"/>
        </w:rPr>
        <w:t xml:space="preserve">                                                                                                                              Марко Тричкови</w:t>
      </w:r>
      <w:r>
        <w:rPr>
          <w:lang/>
        </w:rPr>
        <w:t>ћ</w:t>
      </w:r>
    </w:p>
    <w:sectPr w:rsidR="00F24D65" w:rsidRPr="002B4957" w:rsidSect="00F91C41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2416FE"/>
    <w:multiLevelType w:val="hybridMultilevel"/>
    <w:tmpl w:val="E548C020"/>
    <w:lvl w:ilvl="0" w:tplc="6F80EB5C">
      <w:numFmt w:val="bullet"/>
      <w:lvlText w:val=""/>
      <w:lvlJc w:val="left"/>
      <w:pPr>
        <w:ind w:left="3375" w:hanging="360"/>
      </w:pPr>
      <w:rPr>
        <w:rFonts w:ascii="Symbol" w:eastAsia="Times New Roman" w:hAnsi="Symbol" w:hint="default"/>
        <w:b/>
      </w:rPr>
    </w:lvl>
    <w:lvl w:ilvl="1" w:tplc="081A0003">
      <w:start w:val="1"/>
      <w:numFmt w:val="bullet"/>
      <w:lvlText w:val="o"/>
      <w:lvlJc w:val="left"/>
      <w:pPr>
        <w:ind w:left="4095" w:hanging="360"/>
      </w:pPr>
      <w:rPr>
        <w:rFonts w:ascii="Courier New" w:hAnsi="Courier New" w:hint="default"/>
      </w:rPr>
    </w:lvl>
    <w:lvl w:ilvl="2" w:tplc="081A0005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ind w:left="6255" w:hanging="360"/>
      </w:pPr>
      <w:rPr>
        <w:rFonts w:ascii="Courier New" w:hAnsi="Courier New" w:hint="default"/>
      </w:rPr>
    </w:lvl>
    <w:lvl w:ilvl="5" w:tplc="081A0005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ind w:left="7695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ind w:left="8415" w:hanging="360"/>
      </w:pPr>
      <w:rPr>
        <w:rFonts w:ascii="Courier New" w:hAnsi="Courier New" w:hint="default"/>
      </w:rPr>
    </w:lvl>
    <w:lvl w:ilvl="8" w:tplc="081A0005">
      <w:start w:val="1"/>
      <w:numFmt w:val="bullet"/>
      <w:lvlText w:val=""/>
      <w:lvlJc w:val="left"/>
      <w:pPr>
        <w:ind w:left="913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6940"/>
    <w:rsid w:val="000076E1"/>
    <w:rsid w:val="000111B0"/>
    <w:rsid w:val="000201EE"/>
    <w:rsid w:val="00021905"/>
    <w:rsid w:val="00032537"/>
    <w:rsid w:val="0004116B"/>
    <w:rsid w:val="00072919"/>
    <w:rsid w:val="00084445"/>
    <w:rsid w:val="000D1346"/>
    <w:rsid w:val="000D74E7"/>
    <w:rsid w:val="000E4029"/>
    <w:rsid w:val="000F0B1C"/>
    <w:rsid w:val="001029D1"/>
    <w:rsid w:val="0011118D"/>
    <w:rsid w:val="0012172E"/>
    <w:rsid w:val="001560E8"/>
    <w:rsid w:val="00173F00"/>
    <w:rsid w:val="001B1C8A"/>
    <w:rsid w:val="001C7224"/>
    <w:rsid w:val="001D2BE4"/>
    <w:rsid w:val="001F59CE"/>
    <w:rsid w:val="002213ED"/>
    <w:rsid w:val="00267A64"/>
    <w:rsid w:val="0028230B"/>
    <w:rsid w:val="002A3DDF"/>
    <w:rsid w:val="002B0228"/>
    <w:rsid w:val="002B4957"/>
    <w:rsid w:val="002C23CC"/>
    <w:rsid w:val="002C3ADB"/>
    <w:rsid w:val="0032373B"/>
    <w:rsid w:val="00324ABA"/>
    <w:rsid w:val="00347D27"/>
    <w:rsid w:val="00385C75"/>
    <w:rsid w:val="00396BC2"/>
    <w:rsid w:val="003C63FB"/>
    <w:rsid w:val="003D7AA4"/>
    <w:rsid w:val="003E3F5A"/>
    <w:rsid w:val="00461D9D"/>
    <w:rsid w:val="004909FC"/>
    <w:rsid w:val="00494C73"/>
    <w:rsid w:val="004C00FB"/>
    <w:rsid w:val="004E3F34"/>
    <w:rsid w:val="004E4E40"/>
    <w:rsid w:val="004F6DCD"/>
    <w:rsid w:val="005111BA"/>
    <w:rsid w:val="005541BE"/>
    <w:rsid w:val="005552C0"/>
    <w:rsid w:val="00570BD0"/>
    <w:rsid w:val="00572712"/>
    <w:rsid w:val="00572C36"/>
    <w:rsid w:val="005D1E98"/>
    <w:rsid w:val="005E5748"/>
    <w:rsid w:val="00603B55"/>
    <w:rsid w:val="00622478"/>
    <w:rsid w:val="006327A4"/>
    <w:rsid w:val="006571D1"/>
    <w:rsid w:val="006709C9"/>
    <w:rsid w:val="006753AC"/>
    <w:rsid w:val="00676935"/>
    <w:rsid w:val="006B5F6D"/>
    <w:rsid w:val="00713715"/>
    <w:rsid w:val="007278E1"/>
    <w:rsid w:val="007408AF"/>
    <w:rsid w:val="00763303"/>
    <w:rsid w:val="007634FB"/>
    <w:rsid w:val="007831A1"/>
    <w:rsid w:val="007A2A6B"/>
    <w:rsid w:val="007F31B0"/>
    <w:rsid w:val="00804556"/>
    <w:rsid w:val="00815F10"/>
    <w:rsid w:val="00834EB8"/>
    <w:rsid w:val="00860CDB"/>
    <w:rsid w:val="00862A70"/>
    <w:rsid w:val="00864356"/>
    <w:rsid w:val="0086796A"/>
    <w:rsid w:val="00871F69"/>
    <w:rsid w:val="0088155A"/>
    <w:rsid w:val="008838E6"/>
    <w:rsid w:val="00887D9E"/>
    <w:rsid w:val="008903A2"/>
    <w:rsid w:val="008A17EA"/>
    <w:rsid w:val="008A5C9C"/>
    <w:rsid w:val="009043FF"/>
    <w:rsid w:val="0091450B"/>
    <w:rsid w:val="009153DE"/>
    <w:rsid w:val="009248C8"/>
    <w:rsid w:val="00934EF1"/>
    <w:rsid w:val="009506A8"/>
    <w:rsid w:val="00956908"/>
    <w:rsid w:val="00977085"/>
    <w:rsid w:val="009D7EAA"/>
    <w:rsid w:val="009E64F4"/>
    <w:rsid w:val="00A10B82"/>
    <w:rsid w:val="00A34D2D"/>
    <w:rsid w:val="00A36547"/>
    <w:rsid w:val="00A41CAB"/>
    <w:rsid w:val="00A41E13"/>
    <w:rsid w:val="00A670A5"/>
    <w:rsid w:val="00A8566B"/>
    <w:rsid w:val="00AC11A6"/>
    <w:rsid w:val="00AC1C20"/>
    <w:rsid w:val="00AC47F3"/>
    <w:rsid w:val="00AD611E"/>
    <w:rsid w:val="00B00CEA"/>
    <w:rsid w:val="00B05673"/>
    <w:rsid w:val="00B23426"/>
    <w:rsid w:val="00B33D7B"/>
    <w:rsid w:val="00B65015"/>
    <w:rsid w:val="00B73632"/>
    <w:rsid w:val="00B73677"/>
    <w:rsid w:val="00B77ACC"/>
    <w:rsid w:val="00B93D48"/>
    <w:rsid w:val="00BC4897"/>
    <w:rsid w:val="00BD009C"/>
    <w:rsid w:val="00BF7B03"/>
    <w:rsid w:val="00C20A6D"/>
    <w:rsid w:val="00C34E00"/>
    <w:rsid w:val="00C71F81"/>
    <w:rsid w:val="00CD21EE"/>
    <w:rsid w:val="00D23AF0"/>
    <w:rsid w:val="00D26113"/>
    <w:rsid w:val="00D3670D"/>
    <w:rsid w:val="00D45DB5"/>
    <w:rsid w:val="00D5173D"/>
    <w:rsid w:val="00D63D23"/>
    <w:rsid w:val="00D81497"/>
    <w:rsid w:val="00D860B8"/>
    <w:rsid w:val="00D97381"/>
    <w:rsid w:val="00DA1E74"/>
    <w:rsid w:val="00DA33C0"/>
    <w:rsid w:val="00DB1974"/>
    <w:rsid w:val="00DE2349"/>
    <w:rsid w:val="00DE3CF5"/>
    <w:rsid w:val="00DF09CC"/>
    <w:rsid w:val="00DF1A0A"/>
    <w:rsid w:val="00DF383C"/>
    <w:rsid w:val="00E2488D"/>
    <w:rsid w:val="00E8181D"/>
    <w:rsid w:val="00E95546"/>
    <w:rsid w:val="00EA4879"/>
    <w:rsid w:val="00EB71C9"/>
    <w:rsid w:val="00ED6940"/>
    <w:rsid w:val="00F24D65"/>
    <w:rsid w:val="00F66592"/>
    <w:rsid w:val="00F75061"/>
    <w:rsid w:val="00F91C41"/>
    <w:rsid w:val="00FC3554"/>
    <w:rsid w:val="00FC55F8"/>
    <w:rsid w:val="00FE13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C41"/>
    <w:pPr>
      <w:spacing w:after="200" w:line="276" w:lineRule="auto"/>
    </w:pPr>
    <w:rPr>
      <w:rFonts w:cs="Calibri"/>
      <w:lang w:val="sr-Latn-C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1CharCharCharCharCharCharCharChar">
    <w:name w:val="Char Char Char1 Char Char Char Char Char Char Char Char"/>
    <w:basedOn w:val="Normal"/>
    <w:uiPriority w:val="99"/>
    <w:semiHidden/>
    <w:rsid w:val="00E2488D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normal0">
    <w:name w:val="normal"/>
    <w:basedOn w:val="Normal"/>
    <w:uiPriority w:val="99"/>
    <w:rsid w:val="00385C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CS"/>
    </w:rPr>
  </w:style>
  <w:style w:type="paragraph" w:customStyle="1" w:styleId="clan">
    <w:name w:val="clan"/>
    <w:basedOn w:val="Normal"/>
    <w:uiPriority w:val="99"/>
    <w:rsid w:val="00385C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CS"/>
    </w:rPr>
  </w:style>
  <w:style w:type="paragraph" w:styleId="ListParagraph">
    <w:name w:val="List Paragraph"/>
    <w:basedOn w:val="Normal"/>
    <w:uiPriority w:val="99"/>
    <w:qFormat/>
    <w:rsid w:val="003C63FB"/>
    <w:pPr>
      <w:ind w:left="720"/>
    </w:pPr>
  </w:style>
  <w:style w:type="paragraph" w:customStyle="1" w:styleId="CharCharCharChar">
    <w:name w:val="Char Char Char Char"/>
    <w:basedOn w:val="Normal"/>
    <w:uiPriority w:val="99"/>
    <w:semiHidden/>
    <w:rsid w:val="005E5748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harCharChar">
    <w:name w:val="Char Char Char"/>
    <w:basedOn w:val="Normal"/>
    <w:uiPriority w:val="99"/>
    <w:rsid w:val="00CD21EE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8739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39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39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39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1140</TotalTime>
  <Pages>2</Pages>
  <Words>577</Words>
  <Characters>3295</Characters>
  <Application>Microsoft Office Outlook</Application>
  <DocSecurity>0</DocSecurity>
  <Lines>0</Lines>
  <Paragraphs>0</Paragraphs>
  <ScaleCrop>false</ScaleCrop>
  <Company>GU VRANJE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ijovanovic</dc:creator>
  <cp:keywords/>
  <dc:description/>
  <cp:lastModifiedBy>sdjokovic</cp:lastModifiedBy>
  <cp:revision>137</cp:revision>
  <cp:lastPrinted>2018-03-02T13:11:00Z</cp:lastPrinted>
  <dcterms:created xsi:type="dcterms:W3CDTF">2017-12-14T09:49:00Z</dcterms:created>
  <dcterms:modified xsi:type="dcterms:W3CDTF">2018-03-05T10:55:00Z</dcterms:modified>
</cp:coreProperties>
</file>